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2ACC8C2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950B79" w:rsidRPr="00950B79">
        <w:rPr>
          <w:szCs w:val="20"/>
          <w:lang w:val="sr-Latn-RS"/>
        </w:rPr>
        <w:t xml:space="preserve"> V</w:t>
      </w:r>
      <w:bookmarkStart w:id="1" w:name="_GoBack"/>
      <w:bookmarkEnd w:id="1"/>
      <w:r w:rsidR="00950B79" w:rsidRPr="00950B79">
        <w:rPr>
          <w:szCs w:val="20"/>
          <w:lang w:val="sr-Cyrl-RS"/>
        </w:rPr>
        <w:t>/20</w:t>
      </w:r>
      <w:r w:rsidR="00950B79" w:rsidRPr="00950B79">
        <w:rPr>
          <w:szCs w:val="20"/>
          <w:lang w:val="sr-Latn-RS"/>
        </w:rPr>
        <w:t>2</w:t>
      </w:r>
      <w:r w:rsidR="00AD0495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0DF46400" w:rsidR="00C61E3D" w:rsidRPr="00AD049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63056B">
        <w:rPr>
          <w:b/>
          <w:lang w:val="sr-Cyrl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3056B" w:rsidRPr="00AD0495">
        <w:rPr>
          <w:b/>
          <w:lang w:val="ru-RU"/>
        </w:rPr>
        <w:t>МИКОПЛАЗМА И УРЕАПЛАЗМА-ДИЈАГНОСТИЧКИ ТЕСТОВИ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50B79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D0495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2021-07-15T13:38:00Z</dcterms:created>
  <dcterms:modified xsi:type="dcterms:W3CDTF">2023-06-01T07:29:00Z</dcterms:modified>
</cp:coreProperties>
</file>